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DDD678B" w:rsidR="005C6DCE" w:rsidRPr="0080358B" w:rsidRDefault="00477B1A"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77B1A"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AAF350D" w:rsidR="006938F5" w:rsidRDefault="00477B1A" w:rsidP="006718D3">
            <w:pPr>
              <w:spacing w:after="0"/>
              <w:jc w:val="left"/>
            </w:pPr>
            <w:r>
              <w:t>GROW.G.2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743241B" w:rsidR="006938F5" w:rsidRDefault="00477B1A" w:rsidP="006718D3">
            <w:pPr>
              <w:spacing w:after="0"/>
              <w:jc w:val="left"/>
            </w:pPr>
            <w:r>
              <w:t>505889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CC71539" w:rsidR="4EEB584D" w:rsidRDefault="00477B1A"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6B0412B" w:rsidR="006938F5" w:rsidRDefault="00477B1A"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E9CDD49" w:rsidR="3C2D33B5" w:rsidRDefault="00477B1A" w:rsidP="14270372">
            <w:pPr>
              <w:spacing w:after="0"/>
              <w:jc w:val="left"/>
            </w:pPr>
            <w:r>
              <w:t>Brussels</w:t>
            </w:r>
          </w:p>
          <w:p w14:paraId="6B7C1AA9" w14:textId="1305970C" w:rsidR="3C2D33B5" w:rsidRDefault="00477B1A" w:rsidP="14270372">
            <w:pPr>
              <w:spacing w:after="0"/>
              <w:jc w:val="left"/>
            </w:pPr>
            <w:r>
              <w:t>Bruxelles</w:t>
            </w:r>
          </w:p>
          <w:p w14:paraId="5C918E8F" w14:textId="5209744E" w:rsidR="3C2D33B5" w:rsidRDefault="00477B1A"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9C2177F" w:rsidR="006938F5" w:rsidRDefault="00477B1A" w:rsidP="006718D3">
            <w:pPr>
              <w:spacing w:after="0"/>
              <w:jc w:val="left"/>
            </w:pPr>
            <w:r>
              <w:t>Cost-free</w:t>
            </w:r>
          </w:p>
          <w:p w14:paraId="02E31856" w14:textId="0A5865B1" w:rsidR="006938F5" w:rsidRDefault="00477B1A" w:rsidP="006718D3">
            <w:pPr>
              <w:spacing w:after="0"/>
              <w:jc w:val="left"/>
            </w:pPr>
            <w:r>
              <w:t>Sans frais</w:t>
            </w:r>
          </w:p>
          <w:p w14:paraId="720FD450" w14:textId="089C1D2D" w:rsidR="006938F5" w:rsidRDefault="00477B1A"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47314933" w:rsidR="006938F5" w:rsidRDefault="00477B1A" w:rsidP="006718D3">
            <w:pPr>
              <w:spacing w:after="0"/>
              <w:jc w:val="left"/>
            </w:pPr>
            <w:r>
              <w:t>Member States</w:t>
            </w:r>
          </w:p>
          <w:p w14:paraId="2A7DF233" w14:textId="79325703" w:rsidR="006938F5" w:rsidRDefault="00477B1A" w:rsidP="006718D3">
            <w:pPr>
              <w:spacing w:after="0"/>
              <w:jc w:val="left"/>
            </w:pPr>
            <w:r>
              <w:t>États membres</w:t>
            </w:r>
          </w:p>
          <w:p w14:paraId="13C75E2E" w14:textId="2AD0D95B" w:rsidR="006938F5" w:rsidRDefault="00477B1A"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EBF8F26" w:rsidR="006938F5" w:rsidRDefault="00477B1A"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50B20EF" w:rsidR="00A95A44" w:rsidRPr="00E61551" w:rsidRDefault="00477B1A"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BA3A164" w14:textId="77777777" w:rsidR="00477B1A" w:rsidRDefault="00477B1A" w:rsidP="003C1977">
      <w:pPr>
        <w:spacing w:after="0"/>
      </w:pPr>
      <w:r>
        <w:t xml:space="preserve">We are the brand-new DG GROW G2 unit responsible for designing and implementation of the Single Market Tools. Our goal is to enhance the Single Market for businesses and citizens by driving its digitalisation through various tools and projects, and by integrating and streamlining these efforts with other EU digital initiatives. </w:t>
      </w:r>
    </w:p>
    <w:p w14:paraId="5ECF8065" w14:textId="77777777" w:rsidR="00477B1A" w:rsidRDefault="00477B1A" w:rsidP="003C1977">
      <w:pPr>
        <w:spacing w:after="0"/>
      </w:pPr>
      <w:r>
        <w:t>Introduced by the Ecodesign for Sustainable Products Regulation (ESPR), the Digital Product Passport (DPP) is a digital container for all product-related data, including sustainability and regulatory compliance. It provides trustworthy information to consumers, helps businesses digitalise their supply chains, and enables customs and market surveillance authorities to focus on keeping the Single Market safe and resilient.</w:t>
      </w:r>
    </w:p>
    <w:p w14:paraId="2444BC8A" w14:textId="30C709CB"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0D462FA" w14:textId="77777777" w:rsidR="00477B1A" w:rsidRDefault="00477B1A" w:rsidP="003C1977">
      <w:pPr>
        <w:spacing w:after="0"/>
      </w:pPr>
      <w:r>
        <w:t>We are looking for a colleague to join the Digital Product Passport (DPP) team as a legal and policy officer. In your new position you will be expected to support and contribute directly to policy and regulatory initiatives, in particular in shaping the operational framework of the DPP.</w:t>
      </w:r>
    </w:p>
    <w:p w14:paraId="33995BE4" w14:textId="77777777" w:rsidR="00477B1A" w:rsidRDefault="00477B1A" w:rsidP="003C1977">
      <w:pPr>
        <w:spacing w:after="0"/>
      </w:pPr>
      <w:r>
        <w:t>You will follow up political aspects, trends and developments relevant to the DPP, and analyse and assess relevant data and information in order to support their integration into policy-making and development of the tool.</w:t>
      </w:r>
    </w:p>
    <w:p w14:paraId="71EB6F42" w14:textId="77777777" w:rsidR="00477B1A" w:rsidRDefault="00477B1A" w:rsidP="003C1977">
      <w:pPr>
        <w:spacing w:after="0"/>
      </w:pPr>
      <w:r>
        <w:t>You will engage with stakeholders to present the DPP and communicate on the implementation process, including in industry organized events focused on digitalisaiton of product data or automation of public authorities process related to reporting, customs or market surveillance.</w:t>
      </w:r>
    </w:p>
    <w:p w14:paraId="46DDB398" w14:textId="77777777" w:rsidR="00477B1A" w:rsidRDefault="00477B1A" w:rsidP="003C1977">
      <w:pPr>
        <w:spacing w:after="0"/>
      </w:pPr>
      <w:r>
        <w:t>You will reach out to internal and external partners to coordinate activities, create synergies, promote the use of the DPP and develop new methods in support of activities in the field of data, information and knowledge for products. At the same time you will facilitate the communication and contribute to the sharing of knowledge within the unit, within the Directorate General and with other DGs.</w:t>
      </w:r>
    </w:p>
    <w:p w14:paraId="7AEF8CA0" w14:textId="77777777" w:rsidR="00477B1A" w:rsidRDefault="00477B1A" w:rsidP="003C1977">
      <w:pPr>
        <w:spacing w:after="0"/>
      </w:pPr>
      <w:r>
        <w:t>The DPP is an ambitious cross sectoral tool covering over time most physical products placed on the EU market. Your future role requires the ability to think and work across policy and organisational boundaries and to cooperate closely with a broad range of Commission services.</w:t>
      </w:r>
    </w:p>
    <w:p w14:paraId="4FA38409" w14:textId="2113429F"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509105F" w14:textId="77777777" w:rsidR="00477B1A" w:rsidRDefault="00477B1A" w:rsidP="00527473">
      <w:pPr>
        <w:spacing w:after="0"/>
        <w:jc w:val="left"/>
      </w:pPr>
      <w:r>
        <w:t>As the ideal candidate, you should combine a legal background with a strong focus on digital matters. You should have the ability of working across different policy areas and of connecting the dots linking different policies and initiatives. Familiarity with the processes of adopting EU legislation is an asset.</w:t>
      </w:r>
    </w:p>
    <w:p w14:paraId="5E12CC88" w14:textId="77777777" w:rsidR="00477B1A" w:rsidRDefault="00477B1A" w:rsidP="00527473">
      <w:pPr>
        <w:spacing w:after="0"/>
        <w:jc w:val="left"/>
      </w:pPr>
      <w:r>
        <w:lastRenderedPageBreak/>
        <w:t>Policy acumen, out of the box thinking and a sense of strategy and tactics, previous experience in designing policy and/or legislation, with impact assessments, and with negotiating legislation will also be important assets.</w:t>
      </w:r>
    </w:p>
    <w:p w14:paraId="6EFAD862" w14:textId="77777777" w:rsidR="00477B1A" w:rsidRDefault="00477B1A" w:rsidP="00527473">
      <w:pPr>
        <w:spacing w:after="0"/>
        <w:jc w:val="left"/>
      </w:pPr>
      <w:r>
        <w:t>Given the wide reach of the project you should have the ability to build networks of professional relations and to communicate clearly both orally and in writing. You should have excellent command of English, the main working language of the team and in the unit. Ability to work in French and/or German is an asset. Other languages would be a plus.</w:t>
      </w:r>
    </w:p>
    <w:p w14:paraId="0DE8C532" w14:textId="5ACC6991"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20D2631" w:rsidR="0017274D" w:rsidRPr="008250D4" w:rsidRDefault="00477B1A"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5914F45" w14:textId="77777777" w:rsidR="00477B1A" w:rsidRDefault="00477B1A" w:rsidP="00527473">
      <w:pPr>
        <w:spacing w:after="0"/>
        <w:rPr>
          <w:lang w:val="de-DE"/>
        </w:rPr>
      </w:pPr>
      <w:r>
        <w:rPr>
          <w:lang w:val="de-DE"/>
        </w:rPr>
        <w:t xml:space="preserve">Nous sommes la nouvelle unité G2 de la DG GROW chargée de la conception et de la mise en œuvre des outils du marché unique. Notre objectif est de renforcer le marché unique pour les entreprises et les citoyens en stimulant sa numérisation au moyen de divers outils et projets, ainsi qu’en intégrant et en rationalisant ces efforts avec d’autres initiatives numériques de l’UE. </w:t>
      </w:r>
    </w:p>
    <w:p w14:paraId="6CD0259A" w14:textId="77777777" w:rsidR="00477B1A" w:rsidRDefault="00477B1A" w:rsidP="00527473">
      <w:pPr>
        <w:spacing w:after="0"/>
        <w:rPr>
          <w:lang w:val="de-DE"/>
        </w:rPr>
      </w:pPr>
      <w:r>
        <w:rPr>
          <w:lang w:val="de-DE"/>
        </w:rPr>
        <w:t>Introduit par le règlement sur l’écoconception pour des produits durables, le passeport numérique des produits (PNP) est un conteneur numérique pour les données relatives aux produits, y compris celles sur la durabilité et le respect des réglementations. Il fournit des informations fiables aux consommateurs, aide les entreprises à numériser leurs chaînes d’approvisionnement et permet aux autorités douanières et de surveillance du marché de se concentrer sur le maintien de la sécurité et sur la résilience du marché unique.</w:t>
      </w:r>
    </w:p>
    <w:p w14:paraId="6810D07E" w14:textId="17C7F35E"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D5AA46D" w14:textId="77777777" w:rsidR="00477B1A" w:rsidRDefault="00477B1A" w:rsidP="00527473">
      <w:pPr>
        <w:spacing w:after="0"/>
        <w:jc w:val="left"/>
        <w:rPr>
          <w:lang w:val="de-DE"/>
        </w:rPr>
      </w:pPr>
      <w:r>
        <w:rPr>
          <w:lang w:val="de-DE"/>
        </w:rPr>
        <w:t xml:space="preserve">Nous recherchons un collègue pour rejoindre l’équipe chargée du passeport numérique des produits (PNP) en tant que juriste et chargé de mission. Dans votre nouveau poste, vous serez chargé de soutenir et de contribuer directement aux initiatives politiques et réglementaires, en particulier en façonnant le cadre opérationnel du passport numérique de produits. </w:t>
      </w:r>
    </w:p>
    <w:p w14:paraId="161492D1" w14:textId="77777777" w:rsidR="00477B1A" w:rsidRDefault="00477B1A" w:rsidP="00527473">
      <w:pPr>
        <w:spacing w:after="0"/>
        <w:jc w:val="left"/>
        <w:rPr>
          <w:lang w:val="de-DE"/>
        </w:rPr>
      </w:pPr>
      <w:r>
        <w:rPr>
          <w:lang w:val="de-DE"/>
        </w:rPr>
        <w:t xml:space="preserve">Vous assurerez le suivi des aspects politiques, des tendances et des évolutions en rapport avec le passport numérique de produits, et vous analyserez et évaluerez les données et les informations pertinentes afin de soutenir leur intégration dans l’élaboration des politiques et dans le développement de l’outil. </w:t>
      </w:r>
    </w:p>
    <w:p w14:paraId="530DA456" w14:textId="77777777" w:rsidR="00477B1A" w:rsidRDefault="00477B1A" w:rsidP="00527473">
      <w:pPr>
        <w:spacing w:after="0"/>
        <w:jc w:val="left"/>
        <w:rPr>
          <w:lang w:val="de-DE"/>
        </w:rPr>
      </w:pPr>
      <w:r>
        <w:rPr>
          <w:lang w:val="de-DE"/>
        </w:rPr>
        <w:t xml:space="preserve">Vous dialoguerez avec les parties prenantes pour présenter le passport numérique de produits et vous communiquerez sur les processus de mise en œuvre, y ce compris dans le cadre d’événements axés sur la numérisation des données relatives aux produits ou dans le cadre de l’automatisation des processus des autorités publiques en matière de déclaration, de douane ou de surveillance du marché. </w:t>
      </w:r>
    </w:p>
    <w:p w14:paraId="2A9239D7" w14:textId="77777777" w:rsidR="00477B1A" w:rsidRDefault="00477B1A" w:rsidP="00527473">
      <w:pPr>
        <w:spacing w:after="0"/>
        <w:jc w:val="left"/>
        <w:rPr>
          <w:lang w:val="de-DE"/>
        </w:rPr>
      </w:pPr>
      <w:r>
        <w:rPr>
          <w:lang w:val="de-DE"/>
        </w:rPr>
        <w:t xml:space="preserve">Vous contacterez des partenaires internes et externes afin de coordonner les activités, afin de créer des synergies, afin de promouvoir l’utilisation du passport numérique de produits et afin de mettre au point de nouvelles méthodes à l’appui d’activités dans le domaine des données, de l’information et des connaissances des produits. Dans le même temps, vous faciliterez la communication et vous contribuerez au partage des connaissances au sein de l’unité, au sein de la direction générale et avec d’autres DGs. </w:t>
      </w:r>
    </w:p>
    <w:p w14:paraId="2055501E" w14:textId="77777777" w:rsidR="00477B1A" w:rsidRDefault="00477B1A" w:rsidP="00527473">
      <w:pPr>
        <w:spacing w:after="0"/>
        <w:jc w:val="left"/>
        <w:rPr>
          <w:lang w:val="de-DE"/>
        </w:rPr>
      </w:pPr>
      <w:r>
        <w:rPr>
          <w:lang w:val="de-DE"/>
        </w:rPr>
        <w:t>Le passport numérique de produits est un outil trans-sectoriel ambitieux qui couvrira, au fil du temps, la plupart des produits physiques placés sur le marché de l’UE. Votre futur rôle requiert une capacité à penser et deà travailler au-delà des frontières politiques et organisationnelles et une capacité de coopérer étroitement avec un large éventail de services au sein de la Commission.</w:t>
      </w:r>
    </w:p>
    <w:p w14:paraId="59404C02" w14:textId="130E22AF"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7AF56F6" w14:textId="77777777" w:rsidR="00477B1A" w:rsidRDefault="00477B1A" w:rsidP="00527473">
      <w:pPr>
        <w:spacing w:after="0"/>
        <w:rPr>
          <w:lang w:val="de-DE"/>
        </w:rPr>
      </w:pPr>
      <w:r>
        <w:rPr>
          <w:lang w:val="de-DE"/>
        </w:rPr>
        <w:t xml:space="preserve">En tant que candidat idéal, vous devrez combiner un cadre juridique avec une forte  attention sur les questions numériques. Vous devrez avoir la capacité de travailler dans différents domaines d’action et de mettre en relation différentes politiques et initiatives. La connaissance des processus d’adoption de la législation de l’UE est un atout. </w:t>
      </w:r>
    </w:p>
    <w:p w14:paraId="67C4C02A" w14:textId="77777777" w:rsidR="00477B1A" w:rsidRDefault="00477B1A" w:rsidP="00527473">
      <w:pPr>
        <w:spacing w:after="0"/>
        <w:rPr>
          <w:lang w:val="de-DE"/>
        </w:rPr>
      </w:pPr>
      <w:r>
        <w:rPr>
          <w:lang w:val="de-DE"/>
        </w:rPr>
        <w:t>L'acuité politique, la pensée créative et un sens de la stratégie et des tactiques, ainsi qu'une expérience antérieure dans la conception de politiques et/ou de législations, avec des évaluations d'impact, et dans la négociation de législations, seront également des atouts importants.</w:t>
      </w:r>
    </w:p>
    <w:p w14:paraId="256705A0" w14:textId="77777777" w:rsidR="00477B1A" w:rsidRDefault="00477B1A" w:rsidP="00527473">
      <w:pPr>
        <w:spacing w:after="0"/>
        <w:rPr>
          <w:lang w:val="de-DE"/>
        </w:rPr>
      </w:pPr>
      <w:r>
        <w:rPr>
          <w:lang w:val="de-DE"/>
        </w:rPr>
        <w:t>Compte tenu de la large portée du projet, vous devrez être en mesure de créer des réseaux de relations professionnelles et de communiquer clairement, tant oralement que par écrit. Vous devrez avoir une excellente maîtrise de l’anglais, langue principale de travail de l’équipe et au sein de l’unité. La capacité à travailler en français et/ou en allemand est un atout. Les autres langues seraient un plus.</w:t>
      </w:r>
    </w:p>
    <w:p w14:paraId="7B92B82C" w14:textId="140BD7EB"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63A0C47" w:rsidR="0017274D" w:rsidRPr="00E61551" w:rsidRDefault="00477B1A"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88D9D7F" w14:textId="77777777" w:rsidR="00477B1A" w:rsidRDefault="00477B1A" w:rsidP="00527473">
      <w:pPr>
        <w:spacing w:after="0"/>
        <w:rPr>
          <w:lang w:val="de-DE"/>
        </w:rPr>
      </w:pPr>
      <w:r>
        <w:rPr>
          <w:lang w:val="de-DE"/>
        </w:rPr>
        <w:t xml:space="preserve">Wir sind das neue Referat der GD GROW G2, das für die Gestaltung und Umsetzung der Binnenmarkt-Tools zuständig ist. Unser Ziel ist es, den Binnenmarkt für Unternehmen und Bürger zu verbessern, indem wir dessen Digitalisierung durch verschiedene Tools und Projekte vorantreiben und diese Bemühungen mit anderen digitalen Initiativen der EU verbinden und anpassen. </w:t>
      </w:r>
    </w:p>
    <w:p w14:paraId="28927990" w14:textId="77777777" w:rsidR="00477B1A" w:rsidRDefault="00477B1A" w:rsidP="00527473">
      <w:pPr>
        <w:spacing w:after="0"/>
        <w:rPr>
          <w:lang w:val="de-DE"/>
        </w:rPr>
      </w:pPr>
      <w:r>
        <w:rPr>
          <w:lang w:val="de-DE"/>
        </w:rPr>
        <w:t>Der mit der Ökodesign-Verordnung für nachhaltige Produkte (Ecodesign for Sustainable Products Regulation, ESPR) eingeführte digitale Produktpass (Digital Product Passport, DPP) ist ein digitaler ‚Behälter‘ für alle produktbezogenen Daten, einschließlich der Nachhaltigkeit und der Einhaltung von gesetzlichen Vorschriften. Er bietet Verbrauchern vertrauenswürdige Informationen, hilft Unternehmen bei der Digitalisierung ihrer Lieferketten und ermöglicht es Zoll- und Marktüberwachungsbehörden die Sicherheit und Wiederstandsfähigkeit des Binnenmarktes zu erhalten.</w:t>
      </w:r>
    </w:p>
    <w:p w14:paraId="2B6785AE" w14:textId="13366377"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AEB6835" w14:textId="77777777" w:rsidR="00477B1A" w:rsidRDefault="00477B1A" w:rsidP="00527473">
      <w:pPr>
        <w:spacing w:after="0"/>
        <w:rPr>
          <w:lang w:val="de-DE"/>
        </w:rPr>
      </w:pPr>
      <w:r>
        <w:rPr>
          <w:lang w:val="de-DE"/>
        </w:rPr>
        <w:t>Wir suchen eine(n) Kollegin(en), der das Team des Digitalen Produktpasses (DPP) als Referent(in) für Recht und Politik unterstützt. In Ihrer neuen Position wird von Ihnen erwartet, dass Sie politische und regulatorische Initiativen unterstützen und aktiv beitragen, insbesondere bei der Gestaltung des operativen Rahmens des DPP.</w:t>
      </w:r>
    </w:p>
    <w:p w14:paraId="2FD81E8F" w14:textId="77777777" w:rsidR="00477B1A" w:rsidRDefault="00477B1A" w:rsidP="00527473">
      <w:pPr>
        <w:spacing w:after="0"/>
        <w:rPr>
          <w:lang w:val="de-DE"/>
        </w:rPr>
      </w:pPr>
      <w:r>
        <w:rPr>
          <w:lang w:val="de-DE"/>
        </w:rPr>
        <w:t>Sie werden für den DPP relevante politische Aspekte, Trends und Entwicklungenverfolgen und relevante Daten und Informationen analysieren und bewerten, um deren Einbeziehung in die Politikgestaltung und die Entwicklung des Tools zu unterstützen.</w:t>
      </w:r>
    </w:p>
    <w:p w14:paraId="37F7F892" w14:textId="77777777" w:rsidR="00477B1A" w:rsidRDefault="00477B1A" w:rsidP="00527473">
      <w:pPr>
        <w:spacing w:after="0"/>
        <w:rPr>
          <w:lang w:val="de-DE"/>
        </w:rPr>
      </w:pPr>
      <w:r>
        <w:rPr>
          <w:lang w:val="de-DE"/>
        </w:rPr>
        <w:t>Sie werden mit Interessenvertretern in Kontakt treten, um das DPP vorzustellen und über den Umsetzungsprozess zu kommunizieren, auch auf von der Industrie organisierten Veranstaltungen, die sich auf die Digitalisierung von Produktdaten oder die Automatisierung von Behördenprozessen im Zusammenhang mit der Berichterstattung, dem Zoll oder der Marktüberwachung konzentrieren.</w:t>
      </w:r>
    </w:p>
    <w:p w14:paraId="04CF2951" w14:textId="77777777" w:rsidR="00477B1A" w:rsidRDefault="00477B1A" w:rsidP="00527473">
      <w:pPr>
        <w:spacing w:after="0"/>
        <w:rPr>
          <w:lang w:val="de-DE"/>
        </w:rPr>
      </w:pPr>
      <w:r>
        <w:rPr>
          <w:lang w:val="de-DE"/>
        </w:rPr>
        <w:t>Sie werden mit internen und externen Partnern in Kontakt treten, um Aktivitäten zu koordinieren, Synergien zu schaffen, die Nutzung des DPP zu fördern und neue Methoden zur Unterstützung von Aktivitäten im Bereich der Daten, Informationen und der Kenntnis der Produkte zu entwickeln. Gleichzeitig werden Sie die Kommunikation erleichtern und zum Wissensaustausch innerhalb des Referats, innerhalb der Generaldirektion und mit anderen Generaldirektionen beitragen.</w:t>
      </w:r>
    </w:p>
    <w:p w14:paraId="5424C1FB" w14:textId="77777777" w:rsidR="00477B1A" w:rsidRDefault="00477B1A" w:rsidP="00527473">
      <w:pPr>
        <w:spacing w:after="0"/>
        <w:rPr>
          <w:lang w:val="de-DE"/>
        </w:rPr>
      </w:pPr>
      <w:r>
        <w:rPr>
          <w:lang w:val="de-DE"/>
        </w:rPr>
        <w:t xml:space="preserve">Das DPP ist ein ehrgeiziges, sektorübergreifendes Instrument, das im Laufe der Zeit die meisten physischen Produkte auf dem EU-Markt erfasst. Ihre künftige Rolle erfordert die Fähigkeit, über politische und organisatorische Grenzen hinweg zu denken und zu arbeiten und eng mit einem breiten Spektrum von Kommissionsdienststellen zusammenzuarbeiten. </w:t>
      </w:r>
    </w:p>
    <w:p w14:paraId="2BE34DBA" w14:textId="7255798B"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CAD57D4" w14:textId="77777777" w:rsidR="00477B1A" w:rsidRDefault="00477B1A" w:rsidP="00527473">
      <w:pPr>
        <w:spacing w:after="0"/>
        <w:rPr>
          <w:lang w:val="en-US"/>
        </w:rPr>
      </w:pPr>
      <w:r>
        <w:rPr>
          <w:lang w:val="en-US"/>
        </w:rPr>
        <w:t>Der ideale Bewerber hätten einen juristischen Hintergrund mit Schwerpunkt auf digitale Angelegenheiten. Sie sollten in der Lage sein, in verschiedenen Politikbereichen zu arbeiten und die Punkte zu verknüpfen, die verschiedene Politiken und Initiativen miteinander verbinden. Vertrautheit mit den Verfahren zur Verabschiedung von EU-Rechtsvorschriften ist von Vorteil.</w:t>
      </w:r>
    </w:p>
    <w:p w14:paraId="6C646302" w14:textId="77777777" w:rsidR="00477B1A" w:rsidRDefault="00477B1A" w:rsidP="00527473">
      <w:pPr>
        <w:spacing w:after="0"/>
        <w:rPr>
          <w:lang w:val="en-US"/>
        </w:rPr>
      </w:pPr>
      <w:r>
        <w:rPr>
          <w:lang w:val="en-US"/>
        </w:rPr>
        <w:t>Politischer Scharfsinn, unkonventionelles Denken und ein Gespür für Strategie und Taktik sowie frühere Erfahrungen bei der Gestaltung von Politik und/oder Gesetzgebung, bei Folgenabschätzungen und bei der Verhandlung von Rechtsvorschriften sind ebenfalls von Vorteil.</w:t>
      </w:r>
    </w:p>
    <w:p w14:paraId="4A799BB1" w14:textId="77777777" w:rsidR="00477B1A" w:rsidRDefault="00477B1A" w:rsidP="00527473">
      <w:pPr>
        <w:spacing w:after="0"/>
        <w:rPr>
          <w:lang w:val="en-US"/>
        </w:rPr>
      </w:pPr>
      <w:r>
        <w:rPr>
          <w:lang w:val="en-US"/>
        </w:rPr>
        <w:t>In Anbetracht der großen Reichweite des Projekts sollten Sie in der Lage sein, Netzwerke von Fachleuten aufzubauen und sowohl mündlich als auch schriftlich klar zu kommunizieren. Sie sollten über ausgezeichnete Englischkenntnisse verfügen, die Hauptarbeitssprache des Teams und des Referats. Die Fähigkeit, auf Französisch und/oder Deutsch zu arbeiten, ist ein Vorteil. Andere Sprachen wären ein Plus.</w:t>
      </w:r>
    </w:p>
    <w:p w14:paraId="7DFF067A" w14:textId="3CCE1E9F"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77B1A"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77B1A"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77B1A"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77B1A"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77B1A"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77B1A"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77B1A"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77B1A"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77B1A"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77B1A"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77B1A"/>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672E3"/>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8E05A50D-C24B-4FB4-B8AA-0731EE8F101F}"/>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3609</Words>
  <Characters>20572</Characters>
  <Application>Microsoft Office Word</Application>
  <DocSecurity>4</DocSecurity>
  <PresentationFormat>Microsoft Word 14.0</PresentationFormat>
  <Lines>171</Lines>
  <Paragraphs>48</Paragraphs>
  <ScaleCrop>true</ScaleCrop>
  <Company/>
  <LinksUpToDate>false</LinksUpToDate>
  <CharactersWithSpaces>24133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2025-12-12T09:41:00Z</dcterms:created>
  <dcterms:modified xsi:type="dcterms:W3CDTF">2025-12-12T09:41:00Z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